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1C3AAC72"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A767E2">
        <w:rPr>
          <w:rStyle w:val="Strong"/>
          <w:rFonts w:asciiTheme="minorHAnsi" w:hAnsiTheme="minorHAnsi" w:cstheme="minorHAnsi"/>
          <w:lang w:val="en-GB"/>
        </w:rPr>
        <w:t>22-ss002-23</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5D4C01A"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 XXXX – insert the name of the Procuring Entity</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65E5B616"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r w:rsidR="00E55F71">
        <w:rPr>
          <w:rStyle w:val="Hyperlink"/>
          <w:rFonts w:ascii="Calibri" w:hAnsi="Calibri" w:cs="Calibri"/>
          <w:lang w:val="en-GB"/>
        </w:rPr>
        <w:t>www.procurement.gov.ki/opentender</w:t>
      </w:r>
      <w:r w:rsidR="008400ED" w:rsidRPr="00B451CF">
        <w:rPr>
          <w:rFonts w:ascii="Calibri"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2BD4FA37" w14:textId="3FB80B32" w:rsidR="00A767E2" w:rsidRDefault="00A767E2" w:rsidP="00A767E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2AF74DE6" w14:textId="32FCE18F" w:rsidR="00A767E2" w:rsidRDefault="00A767E2" w:rsidP="00A767E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142EC6E2" w14:textId="43E1B18C" w:rsidR="00A767E2" w:rsidRPr="00A767E2" w:rsidRDefault="00A767E2" w:rsidP="00A767E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lastRenderedPageBreak/>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lastRenderedPageBreak/>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2"/>
      <w:footerReference w:type="default" r:id="rId13"/>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0385F" w14:textId="77777777" w:rsidR="009F32A2" w:rsidRDefault="009F32A2">
      <w:r>
        <w:separator/>
      </w:r>
    </w:p>
  </w:endnote>
  <w:endnote w:type="continuationSeparator" w:id="0">
    <w:p w14:paraId="45DD52E8" w14:textId="77777777" w:rsidR="009F32A2" w:rsidRDefault="009F32A2">
      <w:r>
        <w:continuationSeparator/>
      </w:r>
    </w:p>
  </w:endnote>
  <w:endnote w:type="continuationNotice" w:id="1">
    <w:p w14:paraId="7DECFEBA" w14:textId="77777777" w:rsidR="009F32A2" w:rsidRDefault="009F3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B6F66" w:rsidRPr="00AB6F66">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B6F66" w:rsidRPr="00AB6F66">
      <w:rPr>
        <w:noProof/>
        <w:color w:val="17365D" w:themeColor="text2" w:themeShade="BF"/>
        <w:lang w:val="sv-SE"/>
      </w:rPr>
      <w:t>7</w:t>
    </w:r>
    <w:r>
      <w:rPr>
        <w:color w:val="17365D" w:themeColor="text2" w:themeShade="BF"/>
      </w:rPr>
      <w:fldChar w:fldCharType="end"/>
    </w:r>
  </w:p>
  <w:p w14:paraId="213B5D63" w14:textId="1FBE50B2" w:rsidR="00133D55" w:rsidRDefault="00133D55" w:rsidP="004878F3">
    <w:pPr>
      <w:pStyle w:val="Footer"/>
    </w:pPr>
    <w:r>
      <w:fldChar w:fldCharType="begin"/>
    </w:r>
    <w:r>
      <w:instrText xml:space="preserve"> DATE \@ "yyyy-MM-dd" </w:instrText>
    </w:r>
    <w:r>
      <w:fldChar w:fldCharType="separate"/>
    </w:r>
    <w:r w:rsidR="00A767E2">
      <w:rPr>
        <w:noProof/>
      </w:rPr>
      <w:t>2023-06-12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188A2" w14:textId="77777777" w:rsidR="009F32A2" w:rsidRDefault="009F32A2">
      <w:r>
        <w:separator/>
      </w:r>
    </w:p>
  </w:footnote>
  <w:footnote w:type="continuationSeparator" w:id="0">
    <w:p w14:paraId="75F347BB" w14:textId="77777777" w:rsidR="009F32A2" w:rsidRDefault="009F32A2">
      <w:r>
        <w:continuationSeparator/>
      </w:r>
    </w:p>
  </w:footnote>
  <w:footnote w:type="continuationNotice" w:id="1">
    <w:p w14:paraId="3D0962F7" w14:textId="77777777" w:rsidR="009F32A2" w:rsidRDefault="009F32A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BA47312"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2190410">
    <w:abstractNumId w:val="1"/>
  </w:num>
  <w:num w:numId="2" w16cid:durableId="131675064">
    <w:abstractNumId w:val="9"/>
  </w:num>
  <w:num w:numId="3" w16cid:durableId="480973335">
    <w:abstractNumId w:val="10"/>
  </w:num>
  <w:num w:numId="4" w16cid:durableId="1659384991">
    <w:abstractNumId w:val="4"/>
  </w:num>
  <w:num w:numId="5" w16cid:durableId="495533216">
    <w:abstractNumId w:val="3"/>
  </w:num>
  <w:num w:numId="6" w16cid:durableId="196740102">
    <w:abstractNumId w:val="6"/>
  </w:num>
  <w:num w:numId="7" w16cid:durableId="1536380900">
    <w:abstractNumId w:val="5"/>
  </w:num>
  <w:num w:numId="8" w16cid:durableId="1993682054">
    <w:abstractNumId w:val="8"/>
  </w:num>
  <w:num w:numId="9" w16cid:durableId="2026901941">
    <w:abstractNumId w:val="0"/>
  </w:num>
  <w:num w:numId="10" w16cid:durableId="1147017475">
    <w:abstractNumId w:val="7"/>
  </w:num>
  <w:num w:numId="11" w16cid:durableId="137843498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120D"/>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2A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67E2"/>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6F66"/>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33700A2B-16FD-4330-8F39-CA27A3FB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1816</Words>
  <Characters>10352</Characters>
  <Application>Microsoft Office Word</Application>
  <DocSecurity>0</DocSecurity>
  <Lines>86</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cp:revision>
  <cp:lastPrinted>2019-05-23T01:49:00Z</cp:lastPrinted>
  <dcterms:created xsi:type="dcterms:W3CDTF">2023-06-12T04:03:00Z</dcterms:created>
  <dcterms:modified xsi:type="dcterms:W3CDTF">2023-06-12T04:03:00Z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